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2C3CD7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2C3C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43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2C3C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2C3CD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C3CD7" w:rsidRP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  Азија: 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3C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2C3C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C3CD7" w:rsidRP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стечених знања о Јужној Азији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E0343C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  <w:proofErr w:type="spellEnd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>примена</w:t>
            </w:r>
            <w:proofErr w:type="spellEnd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>основним</w:t>
            </w:r>
            <w:proofErr w:type="spellEnd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C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>географским</w:t>
            </w:r>
            <w:proofErr w:type="spellEnd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C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034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одликама </w:t>
            </w:r>
            <w:r w:rsidR="002C3CD7" w:rsidRPr="002C3C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Јужне </w:t>
            </w:r>
            <w:proofErr w:type="spellStart"/>
            <w:r w:rsidR="002C3CD7" w:rsidRPr="002C3CD7">
              <w:rPr>
                <w:rFonts w:ascii="Times New Roman" w:hAnsi="Times New Roman" w:cs="Times New Roman"/>
                <w:sz w:val="24"/>
                <w:szCs w:val="24"/>
              </w:rPr>
              <w:t>Азије</w:t>
            </w:r>
            <w:proofErr w:type="spellEnd"/>
            <w:r w:rsidR="00E034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bookmarkStart w:id="0" w:name="_GoBack"/>
            <w:bookmarkEnd w:id="0"/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2C3CD7" w:rsidRPr="002C3CD7" w:rsidRDefault="002C3CD7" w:rsidP="002C3CD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C3C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схвати  основне  географске  одлике  регије</w:t>
            </w:r>
          </w:p>
          <w:p w:rsidR="002C3CD7" w:rsidRPr="002C3CD7" w:rsidRDefault="002C3CD7" w:rsidP="002C3CD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3C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-разуме  утицај  природногеографских  одлике  на  демографске  процесе  и  привреду  регије</w:t>
            </w:r>
          </w:p>
          <w:p w:rsidR="00D0461E" w:rsidRPr="005F7634" w:rsidRDefault="002C3CD7" w:rsidP="002C3C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C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-уочи  значај  Индије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2C3CD7" w:rsidRPr="002C3CD7" w:rsidRDefault="00F720B1" w:rsidP="002C3C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ГЕ. 1.1.3.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репознаје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допунске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карте.</w:t>
            </w:r>
          </w:p>
          <w:p w:rsidR="002C3CD7" w:rsidRPr="002C3CD7" w:rsidRDefault="00F720B1" w:rsidP="002C3C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ГЕ. 1.4.2.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менује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континенте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друштвене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="002C3CD7" w:rsidRPr="002C3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2C3CD7" w:rsidRPr="002C3CD7" w:rsidRDefault="002C3CD7" w:rsidP="002C3CD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</w:t>
            </w:r>
            <w:r w:rsidR="00F72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.1.2. О</w:t>
            </w:r>
            <w:r w:rsidRP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дређује положај места и тачака на географској карти</w:t>
            </w:r>
          </w:p>
          <w:p w:rsidR="002C3CD7" w:rsidRPr="002C3CD7" w:rsidRDefault="00F720B1" w:rsidP="002C3CD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ГЕ.2.1.3. П</w:t>
            </w:r>
            <w:r w:rsidR="002C3CD7" w:rsidRP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репознаје и објашњава географске чињенице - објекте, појаве, процесе и односе који су представљени моделом, сликом, графиком, табелом и схемом</w:t>
            </w:r>
          </w:p>
          <w:p w:rsidR="002C3CD7" w:rsidRPr="002C3CD7" w:rsidRDefault="00F720B1" w:rsidP="002C3CD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ГЕ.2.1.4. П</w:t>
            </w:r>
            <w:r w:rsidR="002C3CD7" w:rsidRP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риказује понуђене географске податке: на немој карти, картографским изражајним средствима (бојама, линијама, простим геометријским знацима, симболичким знацима ...), графиком, табелом и схемом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2C3CD7" w:rsidRPr="002C3CD7" w:rsidRDefault="00F720B1" w:rsidP="002C3CD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3.1.1. Д</w:t>
            </w:r>
            <w:r w:rsidR="002C3CD7" w:rsidRP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оноси закључке о просторним и каузалним везама географских чињеница - објеката, појава, процеса и односа на основу анализе географске карте</w:t>
            </w:r>
          </w:p>
          <w:p w:rsidR="00664F16" w:rsidRPr="005F7634" w:rsidRDefault="00F720B1" w:rsidP="002C3CD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ГЕ.3.4.3. О</w:t>
            </w:r>
            <w:r w:rsidR="002C3CD7" w:rsidRP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бјашњава географске везе и законитости </w:t>
            </w:r>
            <w:r w:rsidR="002C3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 простору  Јужне  Азије.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индивиодуални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2C3CD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2C3CD7" w:rsidP="00090F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</w:t>
            </w:r>
            <w:r w:rsidRP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информише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2C3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да ће час бити посвећен </w:t>
            </w:r>
            <w:r w:rsidR="00090F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презентацији   радова  ученика  на  тему </w:t>
            </w:r>
            <w:r w:rsidR="00090F84" w:rsidRPr="00090F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„Културно-историјске  знаменитости  Индије  на  листи  светске  баштине“.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090F84" w:rsidP="002C3C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  ученицима укртако  понављамо  појам  светске  баштине и  значај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који 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има.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 смо  већ радили на примеру  Средње  Европе.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Наводимо и мерила  за  упис  на  Листу  и  које  земље  имају  највише  уписаних  локалитета.Истичемо  да  је  Индија по  броју  уписаних  локалитета  у  врху  Листе,  јер  се  са  36  локалитета  налази  на  шестом  месту  од  укупно  167  земаља  света.</w:t>
            </w:r>
          </w:p>
          <w:p w:rsidR="00090F84" w:rsidRPr="00545C96" w:rsidRDefault="00090F84" w:rsidP="002C3C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који  су  имали  задатак  да  припреме презентацију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приказујку  и  објашњавају  одабране  локалитет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кроз  фотографије,  цртеже,  планове.Ако  има могућности,  уч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еници  приказују  прирпемљене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аје  пројекција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преко  рачунара.Контролишемо  њихов  рад,  усмеравамо  и  дајемо  исправке  и  појашњења  ако  је 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о.</w:t>
            </w:r>
            <w:r w:rsidR="00F72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Бележимо  на  табли  називе  локалитета  које  су  ученици  представили и  на  карти  показујемо  њихову  локацију.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F720B1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Похваљујемо ученике  за  уложени труд и  истичемо најактивније  појединце.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F720B1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720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720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КУЛТУРНО-ИСТОРИЈСКЕ  ЗНАМЕНИТОСТИ  ИНДИЈЕ  НА  ЛИСТИ    </w:t>
            </w:r>
          </w:p>
          <w:p w:rsidR="00606767" w:rsidRPr="00F720B1" w:rsidRDefault="00F720B1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СВЕТСКЕ  БАШТИНЕ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B0FC9"/>
    <w:multiLevelType w:val="hybridMultilevel"/>
    <w:tmpl w:val="B5540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90F84"/>
    <w:rsid w:val="000D1454"/>
    <w:rsid w:val="00177289"/>
    <w:rsid w:val="001C6C13"/>
    <w:rsid w:val="002365E8"/>
    <w:rsid w:val="002C3CD7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56CB2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0343C"/>
    <w:rsid w:val="00E3469D"/>
    <w:rsid w:val="00E4334D"/>
    <w:rsid w:val="00F05659"/>
    <w:rsid w:val="00F137B9"/>
    <w:rsid w:val="00F57D30"/>
    <w:rsid w:val="00F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86B12-5B5A-4469-BB11-F80566EA9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2020-07-05T12:28:00Z</dcterms:created>
  <dcterms:modified xsi:type="dcterms:W3CDTF">2020-07-06T13:31:00Z</dcterms:modified>
</cp:coreProperties>
</file>